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4F6121" w14:textId="03576F20" w:rsidR="00FE4D22" w:rsidRDefault="00C22E48" w:rsidP="00B47243">
      <w:pPr>
        <w:pStyle w:val="Heading1"/>
      </w:pPr>
      <w:r>
        <w:t xml:space="preserve">WORD </w:t>
      </w:r>
      <w:r w:rsidRPr="003B14F8">
        <w:t>QUICKSTART GUIDE</w:t>
      </w:r>
    </w:p>
    <w:p w14:paraId="734DF4BE" w14:textId="0B05CD07" w:rsidR="00C22E48" w:rsidRDefault="00C22E48" w:rsidP="00AA7118">
      <w:pPr>
        <w:rPr>
          <w:rFonts w:ascii="DIN Condensed Bold" w:hAnsi="DIN Condensed Bold"/>
          <w:sz w:val="40"/>
          <w:szCs w:val="40"/>
        </w:rPr>
      </w:pPr>
    </w:p>
    <w:p w14:paraId="10B3215A" w14:textId="77777777" w:rsidR="00C22E48" w:rsidRPr="00C22E48" w:rsidRDefault="00AA7118" w:rsidP="00C22E48">
      <w:pPr>
        <w:pStyle w:val="Heading3"/>
      </w:pPr>
      <w:r w:rsidRPr="00C22E48">
        <w:t>Getting started</w:t>
      </w:r>
    </w:p>
    <w:p w14:paraId="431324C7" w14:textId="21E4B96C" w:rsidR="00AA7118" w:rsidRPr="0085095E" w:rsidRDefault="00AA7118" w:rsidP="00C22E48">
      <w:pPr>
        <w:rPr>
          <w:rFonts w:ascii="DIN Condensed Bold" w:hAnsi="DIN Condensed Bold"/>
          <w:sz w:val="40"/>
          <w:szCs w:val="40"/>
        </w:rPr>
      </w:pPr>
      <w:r w:rsidRPr="00C22E48">
        <w:t xml:space="preserve">When first downloading or installing the template please ensure this is placed in your </w:t>
      </w:r>
      <w:r w:rsidR="00653AC1">
        <w:br/>
      </w:r>
      <w:r w:rsidRPr="00C22E48">
        <w:t xml:space="preserve">“my templates” folder to ensure that this appears as an option every time you open Word. </w:t>
      </w:r>
      <w:r w:rsidR="00653AC1">
        <w:br/>
      </w:r>
      <w:r w:rsidRPr="00C22E48">
        <w:t>This template will not replace the default blank template.</w:t>
      </w:r>
    </w:p>
    <w:p w14:paraId="5076D124" w14:textId="77777777" w:rsidR="00AA7118" w:rsidRDefault="00AA7118" w:rsidP="00EA4BAD">
      <w:pPr>
        <w:pStyle w:val="Heading3"/>
        <w:tabs>
          <w:tab w:val="left" w:pos="0"/>
        </w:tabs>
      </w:pPr>
      <w:r>
        <w:t>Fonts</w:t>
      </w:r>
    </w:p>
    <w:p w14:paraId="79422CAA" w14:textId="77777777" w:rsidR="00AA7118" w:rsidRPr="00D21CA3" w:rsidRDefault="00C22E48" w:rsidP="00EA4BAD">
      <w:pPr>
        <w:tabs>
          <w:tab w:val="left" w:pos="0"/>
        </w:tabs>
      </w:pPr>
      <w:r>
        <w:t>The font</w:t>
      </w:r>
      <w:r w:rsidR="00AA7118">
        <w:t xml:space="preserve"> used within the </w:t>
      </w:r>
      <w:r>
        <w:t xml:space="preserve">UN Volunteers </w:t>
      </w:r>
      <w:r w:rsidR="00AA7118">
        <w:t xml:space="preserve">Templates </w:t>
      </w:r>
      <w:r>
        <w:t>is Arial</w:t>
      </w:r>
      <w:r w:rsidR="00AA7118">
        <w:t xml:space="preserve">. The does not require a licence </w:t>
      </w:r>
      <w:r>
        <w:br/>
      </w:r>
      <w:r w:rsidR="00AA7118">
        <w:t xml:space="preserve">to be held. Please ensure your have the font downloaded before using the template. As many computers will substitute in another font </w:t>
      </w:r>
      <w:r>
        <w:t>without updating the na</w:t>
      </w:r>
      <w:bookmarkStart w:id="0" w:name="_GoBack"/>
      <w:bookmarkEnd w:id="0"/>
      <w:r>
        <w:t>me shown.</w:t>
      </w:r>
    </w:p>
    <w:p w14:paraId="7AB866BF" w14:textId="77777777" w:rsidR="00AA7118" w:rsidRDefault="00AA7118" w:rsidP="00C22E48">
      <w:pPr>
        <w:pStyle w:val="Heading3"/>
      </w:pPr>
      <w:r>
        <w:t>Selecting a Font Style</w:t>
      </w:r>
    </w:p>
    <w:p w14:paraId="0F4AAA4C" w14:textId="67E083FE" w:rsidR="00AA7118" w:rsidRDefault="00AA7118" w:rsidP="00AA7118">
      <w:r>
        <w:t>The fonts are set within the templates with suggested headings in place. However</w:t>
      </w:r>
      <w:r w:rsidR="00DB3377">
        <w:t>,</w:t>
      </w:r>
      <w:r>
        <w:t xml:space="preserve"> to select </w:t>
      </w:r>
      <w:r w:rsidR="00EA4BAD">
        <w:br/>
      </w:r>
      <w:r>
        <w:t>the correct font style, please use the Quick Style options.</w:t>
      </w:r>
    </w:p>
    <w:p w14:paraId="3E73D14B" w14:textId="77777777" w:rsidR="00AA7118" w:rsidRDefault="00AA7118" w:rsidP="00AA7118">
      <w:pPr>
        <w:rPr>
          <w:rFonts w:ascii="DIN Condensed Bold" w:hAnsi="DIN Condensed Bold"/>
          <w:sz w:val="40"/>
          <w:szCs w:val="40"/>
        </w:rPr>
      </w:pPr>
      <w:r w:rsidRPr="00D21CA3">
        <w:rPr>
          <w:rFonts w:ascii="DIN Condensed Bold" w:hAnsi="DIN Condensed Bold"/>
          <w:noProof/>
          <w:sz w:val="40"/>
          <w:szCs w:val="40"/>
          <w:lang w:val="en-US"/>
        </w:rPr>
        <w:drawing>
          <wp:inline distT="0" distB="0" distL="0" distR="0" wp14:anchorId="0EF33D91" wp14:editId="248DA457">
            <wp:extent cx="6112030" cy="1704975"/>
            <wp:effectExtent l="0" t="0" r="9525" b="0"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203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31001C" w14:textId="00A70359" w:rsidR="00AA7118" w:rsidRDefault="00AA7118" w:rsidP="00C22E48">
      <w:r>
        <w:t xml:space="preserve">The table overleaf is a quick guide to the fonts to be used throughout documents. The sizing shown shows the Font size / Line spacing / </w:t>
      </w:r>
      <w:proofErr w:type="gramStart"/>
      <w:r>
        <w:t>Before</w:t>
      </w:r>
      <w:proofErr w:type="gramEnd"/>
      <w:r>
        <w:t xml:space="preserve"> space / After space.</w:t>
      </w:r>
      <w:r>
        <w:br/>
      </w:r>
    </w:p>
    <w:p w14:paraId="7EDE3884" w14:textId="77777777" w:rsidR="00AA7118" w:rsidRDefault="00AA7118" w:rsidP="00AA7118"/>
    <w:p w14:paraId="2E2B1405" w14:textId="77777777" w:rsidR="00AA7118" w:rsidRDefault="00AA7118" w:rsidP="00AA7118"/>
    <w:p w14:paraId="45ABC53B" w14:textId="77777777" w:rsidR="00AA7118" w:rsidRDefault="00AA7118" w:rsidP="00AA7118"/>
    <w:p w14:paraId="69BA31DC" w14:textId="77777777" w:rsidR="00AA7118" w:rsidRDefault="00AA7118" w:rsidP="00AA7118"/>
    <w:tbl>
      <w:tblPr>
        <w:tblStyle w:val="RT"/>
        <w:tblW w:w="0" w:type="auto"/>
        <w:tblLook w:val="04A0" w:firstRow="1" w:lastRow="0" w:firstColumn="1" w:lastColumn="0" w:noHBand="0" w:noVBand="1"/>
      </w:tblPr>
      <w:tblGrid>
        <w:gridCol w:w="2235"/>
        <w:gridCol w:w="5345"/>
      </w:tblGrid>
      <w:tr w:rsidR="00AA7118" w14:paraId="00009A91" w14:textId="77777777" w:rsidTr="004C17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tcW w:w="2235" w:type="dxa"/>
          </w:tcPr>
          <w:p w14:paraId="2717C56D" w14:textId="77777777" w:rsidR="00AA7118" w:rsidRPr="00C22E48" w:rsidRDefault="00C22E48" w:rsidP="00FB4429">
            <w:pPr>
              <w:spacing w:before="120" w:after="120" w:line="240" w:lineRule="auto"/>
              <w:rPr>
                <w:rFonts w:cs="Arial"/>
                <w:color w:val="FFFFFF" w:themeColor="background1"/>
                <w:sz w:val="28"/>
                <w:szCs w:val="28"/>
              </w:rPr>
            </w:pPr>
            <w:r>
              <w:rPr>
                <w:rFonts w:cs="Arial"/>
                <w:color w:val="FFFFFF" w:themeColor="background1"/>
                <w:sz w:val="28"/>
                <w:szCs w:val="28"/>
              </w:rPr>
              <w:t>FONT TYPE</w:t>
            </w:r>
          </w:p>
        </w:tc>
        <w:tc>
          <w:tcPr>
            <w:tcW w:w="5345" w:type="dxa"/>
          </w:tcPr>
          <w:p w14:paraId="55FDADC7" w14:textId="77777777" w:rsidR="00AA7118" w:rsidRPr="00C22E48" w:rsidRDefault="00AA7118" w:rsidP="00FB4429">
            <w:pPr>
              <w:spacing w:before="120" w:after="120" w:line="240" w:lineRule="auto"/>
              <w:rPr>
                <w:rFonts w:cs="Arial"/>
                <w:color w:val="FFFFFF" w:themeColor="background1"/>
                <w:sz w:val="28"/>
                <w:szCs w:val="28"/>
              </w:rPr>
            </w:pPr>
            <w:r w:rsidRPr="00C22E48">
              <w:rPr>
                <w:rFonts w:cs="Arial"/>
                <w:color w:val="FFFFFF" w:themeColor="background1"/>
                <w:sz w:val="28"/>
                <w:szCs w:val="28"/>
              </w:rPr>
              <w:t>F</w:t>
            </w:r>
            <w:r w:rsidR="00C22E48">
              <w:rPr>
                <w:rFonts w:cs="Arial"/>
                <w:color w:val="FFFFFF" w:themeColor="background1"/>
                <w:sz w:val="28"/>
                <w:szCs w:val="28"/>
              </w:rPr>
              <w:t>ONT DETAILS</w:t>
            </w:r>
          </w:p>
        </w:tc>
      </w:tr>
      <w:tr w:rsidR="00AA7118" w14:paraId="407A0D0B" w14:textId="77777777" w:rsidTr="004C1736">
        <w:trPr>
          <w:trHeight w:val="397"/>
        </w:trPr>
        <w:tc>
          <w:tcPr>
            <w:tcW w:w="2235" w:type="dxa"/>
          </w:tcPr>
          <w:p w14:paraId="3236560A" w14:textId="77777777" w:rsidR="00AA7118" w:rsidRPr="00C22E48" w:rsidRDefault="00AA7118" w:rsidP="00D42A68">
            <w:pPr>
              <w:pStyle w:val="Table"/>
            </w:pPr>
            <w:r w:rsidRPr="00C22E48">
              <w:t>Body</w:t>
            </w:r>
          </w:p>
        </w:tc>
        <w:tc>
          <w:tcPr>
            <w:tcW w:w="5345" w:type="dxa"/>
          </w:tcPr>
          <w:p w14:paraId="698F7B4C" w14:textId="08E35345" w:rsidR="00AA7118" w:rsidRPr="00C22E48" w:rsidRDefault="00FB4429" w:rsidP="00D42A68">
            <w:pPr>
              <w:pStyle w:val="Table"/>
            </w:pPr>
            <w:r>
              <w:t xml:space="preserve">Arial </w:t>
            </w:r>
            <w:r w:rsidR="00AA7118" w:rsidRPr="00C22E48">
              <w:t>/ 11pt / Multiple at 1.</w:t>
            </w:r>
            <w:r w:rsidR="00A37A63">
              <w:t>3</w:t>
            </w:r>
            <w:r w:rsidR="00AA7118" w:rsidRPr="00C22E48">
              <w:t xml:space="preserve"> / </w:t>
            </w:r>
            <w:r w:rsidR="00A37A63">
              <w:t>0pt / 18</w:t>
            </w:r>
            <w:r w:rsidR="00AA7118" w:rsidRPr="00C22E48">
              <w:t>pt</w:t>
            </w:r>
          </w:p>
        </w:tc>
      </w:tr>
      <w:tr w:rsidR="00AA7118" w:rsidRPr="00C521CE" w14:paraId="252E931A" w14:textId="77777777" w:rsidTr="004C1736">
        <w:trPr>
          <w:trHeight w:val="397"/>
        </w:trPr>
        <w:tc>
          <w:tcPr>
            <w:tcW w:w="2235" w:type="dxa"/>
          </w:tcPr>
          <w:p w14:paraId="25533132" w14:textId="77777777" w:rsidR="00AA7118" w:rsidRPr="00C22E48" w:rsidRDefault="00AA7118" w:rsidP="00D42A68">
            <w:pPr>
              <w:pStyle w:val="Table"/>
            </w:pPr>
            <w:r w:rsidRPr="00C22E48">
              <w:t>Bullet numbered</w:t>
            </w:r>
          </w:p>
        </w:tc>
        <w:tc>
          <w:tcPr>
            <w:tcW w:w="5345" w:type="dxa"/>
          </w:tcPr>
          <w:p w14:paraId="0393089C" w14:textId="4A5A8699" w:rsidR="00AA7118" w:rsidRPr="00C22E48" w:rsidRDefault="00A37A63" w:rsidP="00D42A68">
            <w:pPr>
              <w:pStyle w:val="Table"/>
            </w:pPr>
            <w:r>
              <w:t>Arial</w:t>
            </w:r>
            <w:r w:rsidR="00AA7118" w:rsidRPr="00C22E48">
              <w:t xml:space="preserve"> / 11pt / Multiple at 1.</w:t>
            </w:r>
            <w:r w:rsidR="001F05B1">
              <w:t>3</w:t>
            </w:r>
            <w:r w:rsidR="00AA7118" w:rsidRPr="00C22E48">
              <w:t xml:space="preserve"> / 0pt / </w:t>
            </w:r>
            <w:r w:rsidR="000F629A">
              <w:t>18</w:t>
            </w:r>
            <w:r w:rsidR="00AA7118" w:rsidRPr="00C22E48">
              <w:t>pt</w:t>
            </w:r>
          </w:p>
          <w:p w14:paraId="3ABDFA0D" w14:textId="33E234C9" w:rsidR="00AA7118" w:rsidRPr="00C22E48" w:rsidRDefault="00AA7118" w:rsidP="00D42A68">
            <w:pPr>
              <w:pStyle w:val="Table"/>
            </w:pPr>
            <w:r w:rsidRPr="00C22E48">
              <w:t xml:space="preserve">Indentation </w:t>
            </w:r>
            <w:r w:rsidR="001F05B1">
              <w:t>1</w:t>
            </w:r>
            <w:r w:rsidRPr="00C22E48">
              <w:t>.</w:t>
            </w:r>
            <w:r w:rsidR="001F05B1">
              <w:t>27</w:t>
            </w:r>
            <w:r w:rsidRPr="00C22E48">
              <w:t>cm / Hanging 0.63cm</w:t>
            </w:r>
          </w:p>
        </w:tc>
      </w:tr>
      <w:tr w:rsidR="00AA7118" w:rsidRPr="00C521CE" w14:paraId="610EFACD" w14:textId="77777777" w:rsidTr="004C1736">
        <w:trPr>
          <w:trHeight w:val="397"/>
        </w:trPr>
        <w:tc>
          <w:tcPr>
            <w:tcW w:w="2235" w:type="dxa"/>
          </w:tcPr>
          <w:p w14:paraId="06CDFFC6" w14:textId="77777777" w:rsidR="00AA7118" w:rsidRPr="00C22E48" w:rsidRDefault="00AA7118" w:rsidP="00D42A68">
            <w:pPr>
              <w:pStyle w:val="Table"/>
            </w:pPr>
            <w:r w:rsidRPr="00C22E48">
              <w:t>Bullet – list</w:t>
            </w:r>
          </w:p>
        </w:tc>
        <w:tc>
          <w:tcPr>
            <w:tcW w:w="5345" w:type="dxa"/>
          </w:tcPr>
          <w:p w14:paraId="27DA12AB" w14:textId="79A41F81" w:rsidR="00AA7118" w:rsidRPr="00C22E48" w:rsidRDefault="00A37A63" w:rsidP="00D42A68">
            <w:pPr>
              <w:pStyle w:val="Table"/>
            </w:pPr>
            <w:r>
              <w:t>Arial</w:t>
            </w:r>
            <w:r w:rsidR="00AA7118" w:rsidRPr="00C22E48">
              <w:t xml:space="preserve"> / 11pt / Multiple at 1.</w:t>
            </w:r>
            <w:r w:rsidR="001F05B1">
              <w:t>3</w:t>
            </w:r>
            <w:r w:rsidR="00AA7118" w:rsidRPr="00C22E48">
              <w:t xml:space="preserve"> / 0pt / </w:t>
            </w:r>
            <w:r w:rsidR="000F629A">
              <w:t>18</w:t>
            </w:r>
            <w:r w:rsidR="00AA7118" w:rsidRPr="00C22E48">
              <w:t>pt</w:t>
            </w:r>
          </w:p>
          <w:p w14:paraId="740AE563" w14:textId="29BA5B38" w:rsidR="00AA7118" w:rsidRPr="00C22E48" w:rsidRDefault="001F05B1" w:rsidP="00D42A68">
            <w:pPr>
              <w:pStyle w:val="Table"/>
            </w:pPr>
            <w:r>
              <w:t>Indentation 1.27</w:t>
            </w:r>
            <w:r w:rsidR="00AA7118" w:rsidRPr="00C22E48">
              <w:t>cm / Hanging 0.63cm</w:t>
            </w:r>
          </w:p>
        </w:tc>
      </w:tr>
      <w:tr w:rsidR="00AA7118" w14:paraId="2D494653" w14:textId="77777777" w:rsidTr="004C1736">
        <w:trPr>
          <w:trHeight w:val="397"/>
        </w:trPr>
        <w:tc>
          <w:tcPr>
            <w:tcW w:w="2235" w:type="dxa"/>
          </w:tcPr>
          <w:p w14:paraId="16B883C9" w14:textId="5D7B0E37" w:rsidR="00AA7118" w:rsidRPr="00C22E48" w:rsidRDefault="00AA7118" w:rsidP="00D42A68">
            <w:pPr>
              <w:pStyle w:val="Table"/>
            </w:pPr>
            <w:r w:rsidRPr="00C22E48">
              <w:t>Bullet - paragraph</w:t>
            </w:r>
          </w:p>
        </w:tc>
        <w:tc>
          <w:tcPr>
            <w:tcW w:w="5345" w:type="dxa"/>
          </w:tcPr>
          <w:p w14:paraId="3FA46C6B" w14:textId="0CCD3CB9" w:rsidR="00AA7118" w:rsidRPr="00C22E48" w:rsidRDefault="00A37A63" w:rsidP="00D42A68">
            <w:pPr>
              <w:pStyle w:val="Table"/>
            </w:pPr>
            <w:r>
              <w:t>Arial</w:t>
            </w:r>
            <w:r w:rsidR="00AA7118" w:rsidRPr="00C22E48">
              <w:t xml:space="preserve"> / 11pt / Multiple at 1.</w:t>
            </w:r>
            <w:r w:rsidR="001F05B1">
              <w:t>3</w:t>
            </w:r>
            <w:r w:rsidR="00AA7118" w:rsidRPr="00C22E48">
              <w:t xml:space="preserve"> / </w:t>
            </w:r>
            <w:r w:rsidR="000F629A">
              <w:t>0</w:t>
            </w:r>
            <w:r w:rsidR="00AA7118" w:rsidRPr="00C22E48">
              <w:t xml:space="preserve">pt / </w:t>
            </w:r>
            <w:r w:rsidR="000F629A">
              <w:t>18</w:t>
            </w:r>
            <w:r w:rsidR="00AA7118" w:rsidRPr="00C22E48">
              <w:t>pt</w:t>
            </w:r>
          </w:p>
          <w:p w14:paraId="21E019C4" w14:textId="5F52A82E" w:rsidR="00AA7118" w:rsidRPr="00C22E48" w:rsidRDefault="00AA7118" w:rsidP="00D42A68">
            <w:pPr>
              <w:pStyle w:val="Table"/>
            </w:pPr>
            <w:r w:rsidRPr="00C22E48">
              <w:t xml:space="preserve">Indentation </w:t>
            </w:r>
            <w:r w:rsidR="000F629A">
              <w:t>1</w:t>
            </w:r>
            <w:r w:rsidRPr="00C22E48">
              <w:t>.</w:t>
            </w:r>
            <w:r w:rsidR="000F629A">
              <w:t>27</w:t>
            </w:r>
            <w:r w:rsidRPr="00C22E48">
              <w:t>cm / Hanging 0.63cm</w:t>
            </w:r>
          </w:p>
        </w:tc>
      </w:tr>
      <w:tr w:rsidR="00AA7118" w14:paraId="00F11516" w14:textId="77777777" w:rsidTr="004C1736">
        <w:trPr>
          <w:trHeight w:val="397"/>
        </w:trPr>
        <w:tc>
          <w:tcPr>
            <w:tcW w:w="2235" w:type="dxa"/>
          </w:tcPr>
          <w:p w14:paraId="6F1BBAFC" w14:textId="191466C3" w:rsidR="00AA7118" w:rsidRPr="00D42A68" w:rsidRDefault="000F629A" w:rsidP="00D42A68">
            <w:pPr>
              <w:pStyle w:val="Table"/>
            </w:pPr>
            <w:r w:rsidRPr="00D42A68">
              <w:t>Title</w:t>
            </w:r>
          </w:p>
        </w:tc>
        <w:tc>
          <w:tcPr>
            <w:tcW w:w="5345" w:type="dxa"/>
          </w:tcPr>
          <w:p w14:paraId="15E157C6" w14:textId="2F8CB2A5" w:rsidR="00AA7118" w:rsidRPr="00C22E48" w:rsidRDefault="000F629A" w:rsidP="00D42A68">
            <w:pPr>
              <w:pStyle w:val="Table"/>
            </w:pPr>
            <w:r>
              <w:t>Arial</w:t>
            </w:r>
            <w:r w:rsidRPr="00C22E48">
              <w:t xml:space="preserve"> / 4</w:t>
            </w:r>
            <w:r>
              <w:t>8</w:t>
            </w:r>
            <w:r w:rsidRPr="00C22E48">
              <w:t>pt</w:t>
            </w:r>
            <w:r w:rsidR="00D42A68">
              <w:t xml:space="preserve"> </w:t>
            </w:r>
            <w:r w:rsidR="00D42A68" w:rsidRPr="00C22E48">
              <w:t xml:space="preserve">(Bold) </w:t>
            </w:r>
            <w:r w:rsidRPr="00C22E48">
              <w:t xml:space="preserve">/ Multiple at </w:t>
            </w:r>
            <w:r>
              <w:t>0</w:t>
            </w:r>
            <w:r w:rsidRPr="00C22E48">
              <w:t>.</w:t>
            </w:r>
            <w:r>
              <w:t>95</w:t>
            </w:r>
            <w:r w:rsidRPr="00C22E48">
              <w:t xml:space="preserve"> / 0pt / 0pt</w:t>
            </w:r>
            <w:r w:rsidR="00D42A68">
              <w:t xml:space="preserve"> </w:t>
            </w:r>
            <w:r w:rsidR="00D42A68">
              <w:br/>
            </w:r>
            <w:r w:rsidR="00D42A68" w:rsidRPr="00D42A68">
              <w:rPr>
                <w:color w:val="007FC2"/>
              </w:rPr>
              <w:t>(Colour: Blue)</w:t>
            </w:r>
          </w:p>
        </w:tc>
      </w:tr>
      <w:tr w:rsidR="00AA7118" w14:paraId="785AF347" w14:textId="77777777" w:rsidTr="004C1736">
        <w:trPr>
          <w:trHeight w:val="397"/>
        </w:trPr>
        <w:tc>
          <w:tcPr>
            <w:tcW w:w="2235" w:type="dxa"/>
          </w:tcPr>
          <w:p w14:paraId="3BC28B6A" w14:textId="6E68E51C" w:rsidR="00AA7118" w:rsidRPr="00D42A68" w:rsidRDefault="000F629A" w:rsidP="00D42A68">
            <w:pPr>
              <w:pStyle w:val="Table"/>
            </w:pPr>
            <w:r w:rsidRPr="00D42A68">
              <w:t>Heading 1</w:t>
            </w:r>
          </w:p>
        </w:tc>
        <w:tc>
          <w:tcPr>
            <w:tcW w:w="5345" w:type="dxa"/>
          </w:tcPr>
          <w:p w14:paraId="316B319C" w14:textId="33562B91" w:rsidR="00AA7118" w:rsidRPr="00C22E48" w:rsidRDefault="000F629A" w:rsidP="00D42A68">
            <w:pPr>
              <w:pStyle w:val="Table"/>
            </w:pPr>
            <w:r>
              <w:t>Arial</w:t>
            </w:r>
            <w:r w:rsidR="00D42A68">
              <w:t xml:space="preserve"> </w:t>
            </w:r>
            <w:r w:rsidRPr="00C22E48">
              <w:t xml:space="preserve">/ </w:t>
            </w:r>
            <w:r w:rsidR="00D42A68">
              <w:t>32</w:t>
            </w:r>
            <w:r w:rsidRPr="00C22E48">
              <w:t>pt</w:t>
            </w:r>
            <w:r w:rsidR="00D42A68">
              <w:t xml:space="preserve"> </w:t>
            </w:r>
            <w:r w:rsidR="00D42A68" w:rsidRPr="00C22E48">
              <w:t xml:space="preserve">(Bold) </w:t>
            </w:r>
            <w:r w:rsidR="00D42A68">
              <w:t>/ Multiple at 1.1</w:t>
            </w:r>
            <w:r w:rsidRPr="00C22E48">
              <w:t xml:space="preserve"> / </w:t>
            </w:r>
            <w:r w:rsidR="00D42A68">
              <w:t>0</w:t>
            </w:r>
            <w:r w:rsidRPr="00C22E48">
              <w:t>pt / 0pt</w:t>
            </w:r>
            <w:r w:rsidR="00D42A68">
              <w:br/>
            </w:r>
            <w:r w:rsidR="00D42A68" w:rsidRPr="00D42A68">
              <w:rPr>
                <w:color w:val="007FC2"/>
              </w:rPr>
              <w:t>(Colour: Blue)</w:t>
            </w:r>
          </w:p>
        </w:tc>
      </w:tr>
      <w:tr w:rsidR="00AA7118" w14:paraId="284F226A" w14:textId="77777777" w:rsidTr="004C1736">
        <w:trPr>
          <w:trHeight w:val="397"/>
        </w:trPr>
        <w:tc>
          <w:tcPr>
            <w:tcW w:w="2235" w:type="dxa"/>
          </w:tcPr>
          <w:p w14:paraId="5433E12E" w14:textId="097D63D3" w:rsidR="00AA7118" w:rsidRPr="00D42A68" w:rsidRDefault="00AA7118" w:rsidP="00D42A68">
            <w:pPr>
              <w:pStyle w:val="Table"/>
            </w:pPr>
            <w:r w:rsidRPr="00D42A68">
              <w:t xml:space="preserve">Heading </w:t>
            </w:r>
            <w:r w:rsidR="000F629A" w:rsidRPr="00D42A68">
              <w:t>2</w:t>
            </w:r>
          </w:p>
        </w:tc>
        <w:tc>
          <w:tcPr>
            <w:tcW w:w="5345" w:type="dxa"/>
          </w:tcPr>
          <w:p w14:paraId="0BD22D86" w14:textId="77777777" w:rsidR="00AA7118" w:rsidRDefault="00A37A63" w:rsidP="00D42A68">
            <w:pPr>
              <w:pStyle w:val="Table"/>
            </w:pPr>
            <w:r>
              <w:t>Arial</w:t>
            </w:r>
            <w:r w:rsidR="00AA7118" w:rsidRPr="00C22E48">
              <w:t xml:space="preserve"> / </w:t>
            </w:r>
            <w:r w:rsidR="00D42A68">
              <w:t>22</w:t>
            </w:r>
            <w:r w:rsidR="00AA7118" w:rsidRPr="00C22E48">
              <w:t xml:space="preserve">pt (Bold) / Multiple at 1.15 / </w:t>
            </w:r>
            <w:r w:rsidR="00D42A68">
              <w:t>0</w:t>
            </w:r>
            <w:r w:rsidR="00AA7118" w:rsidRPr="00C22E48">
              <w:t xml:space="preserve">pt / </w:t>
            </w:r>
            <w:r w:rsidR="00D42A68">
              <w:t>12</w:t>
            </w:r>
            <w:r w:rsidR="00AA7118" w:rsidRPr="00C22E48">
              <w:t>pt</w:t>
            </w:r>
          </w:p>
          <w:p w14:paraId="65527B40" w14:textId="677A4CF4" w:rsidR="00D42A68" w:rsidRPr="00D42A68" w:rsidRDefault="00D42A68" w:rsidP="00D42A68">
            <w:pPr>
              <w:pStyle w:val="Table"/>
              <w:rPr>
                <w:color w:val="71787D"/>
              </w:rPr>
            </w:pPr>
            <w:r w:rsidRPr="00D42A68">
              <w:rPr>
                <w:color w:val="71787D"/>
              </w:rPr>
              <w:t>(Colour: Grey)</w:t>
            </w:r>
          </w:p>
        </w:tc>
      </w:tr>
      <w:tr w:rsidR="00AA7118" w14:paraId="5DFD8A55" w14:textId="77777777" w:rsidTr="004C1736">
        <w:trPr>
          <w:trHeight w:val="397"/>
        </w:trPr>
        <w:tc>
          <w:tcPr>
            <w:tcW w:w="2235" w:type="dxa"/>
          </w:tcPr>
          <w:p w14:paraId="7EE80004" w14:textId="5241C55C" w:rsidR="00AA7118" w:rsidRPr="00D42A68" w:rsidRDefault="00AA7118" w:rsidP="00D42A68">
            <w:pPr>
              <w:pStyle w:val="Table"/>
            </w:pPr>
            <w:r w:rsidRPr="00D42A68">
              <w:t xml:space="preserve">Heading </w:t>
            </w:r>
            <w:r w:rsidR="000F629A" w:rsidRPr="00D42A68">
              <w:t>3</w:t>
            </w:r>
          </w:p>
        </w:tc>
        <w:tc>
          <w:tcPr>
            <w:tcW w:w="5345" w:type="dxa"/>
          </w:tcPr>
          <w:p w14:paraId="6F14E77C" w14:textId="77777777" w:rsidR="00AA7118" w:rsidRDefault="00A37A63" w:rsidP="00D42A68">
            <w:pPr>
              <w:pStyle w:val="Table"/>
            </w:pPr>
            <w:r>
              <w:t xml:space="preserve">Arial </w:t>
            </w:r>
            <w:r w:rsidR="00AA7118" w:rsidRPr="00C22E48">
              <w:t>/ 1</w:t>
            </w:r>
            <w:r w:rsidR="00D42A68">
              <w:t>1pt</w:t>
            </w:r>
            <w:r w:rsidR="00AA7118" w:rsidRPr="00C22E48">
              <w:t xml:space="preserve"> </w:t>
            </w:r>
            <w:r w:rsidR="00D42A68" w:rsidRPr="00C22E48">
              <w:t xml:space="preserve">(Bold) </w:t>
            </w:r>
            <w:r w:rsidR="00AA7118" w:rsidRPr="00C22E48">
              <w:t>/ Multiple at 1.</w:t>
            </w:r>
            <w:r w:rsidR="00D42A68">
              <w:t>3</w:t>
            </w:r>
            <w:r w:rsidR="00AA7118" w:rsidRPr="00C22E48">
              <w:t xml:space="preserve"> / 0pt / </w:t>
            </w:r>
            <w:r w:rsidR="00D42A68">
              <w:t>0</w:t>
            </w:r>
            <w:r w:rsidR="00AA7118" w:rsidRPr="00C22E48">
              <w:t>pt</w:t>
            </w:r>
          </w:p>
          <w:p w14:paraId="25558C8C" w14:textId="10017384" w:rsidR="00D42A68" w:rsidRPr="00D42A68" w:rsidRDefault="00D42A68" w:rsidP="00D42A68">
            <w:pPr>
              <w:pStyle w:val="Table"/>
              <w:rPr>
                <w:color w:val="007FC2"/>
              </w:rPr>
            </w:pPr>
            <w:r w:rsidRPr="00D42A68">
              <w:rPr>
                <w:color w:val="007FC2"/>
              </w:rPr>
              <w:t>(Colour: Blue)</w:t>
            </w:r>
          </w:p>
        </w:tc>
      </w:tr>
      <w:tr w:rsidR="00AA7118" w14:paraId="4D161F48" w14:textId="77777777" w:rsidTr="004C1736">
        <w:trPr>
          <w:trHeight w:val="397"/>
        </w:trPr>
        <w:tc>
          <w:tcPr>
            <w:tcW w:w="2235" w:type="dxa"/>
          </w:tcPr>
          <w:p w14:paraId="62B0D6EA" w14:textId="0136FE65" w:rsidR="00AA7118" w:rsidRPr="00D42A68" w:rsidRDefault="000F629A" w:rsidP="00D42A68">
            <w:pPr>
              <w:pStyle w:val="Table"/>
            </w:pPr>
            <w:r w:rsidRPr="00D42A68">
              <w:t>Heading 4</w:t>
            </w:r>
          </w:p>
        </w:tc>
        <w:tc>
          <w:tcPr>
            <w:tcW w:w="5345" w:type="dxa"/>
          </w:tcPr>
          <w:p w14:paraId="1A4D43C8" w14:textId="77777777" w:rsidR="00AA7118" w:rsidRDefault="000F629A" w:rsidP="00D42A68">
            <w:pPr>
              <w:pStyle w:val="Table"/>
            </w:pPr>
            <w:r>
              <w:t>Arial</w:t>
            </w:r>
            <w:r w:rsidRPr="00C22E48">
              <w:t xml:space="preserve"> / </w:t>
            </w:r>
            <w:r w:rsidR="00D42A68">
              <w:t xml:space="preserve">11pt </w:t>
            </w:r>
            <w:r w:rsidR="00D42A68" w:rsidRPr="00C22E48">
              <w:t xml:space="preserve">(Bold) </w:t>
            </w:r>
            <w:r w:rsidRPr="00C22E48">
              <w:t>/ Multiple at 1.</w:t>
            </w:r>
            <w:r w:rsidR="00D42A68">
              <w:t>3</w:t>
            </w:r>
            <w:r w:rsidRPr="00C22E48">
              <w:t xml:space="preserve"> / </w:t>
            </w:r>
            <w:r w:rsidR="00D42A68">
              <w:t>0</w:t>
            </w:r>
            <w:r w:rsidRPr="00C22E48">
              <w:t>pt / 0pt</w:t>
            </w:r>
          </w:p>
          <w:p w14:paraId="3531A866" w14:textId="212E1963" w:rsidR="00D42A68" w:rsidRPr="00D42A68" w:rsidRDefault="00D42A68" w:rsidP="00D42A68">
            <w:pPr>
              <w:pStyle w:val="Table"/>
              <w:rPr>
                <w:color w:val="71787D"/>
              </w:rPr>
            </w:pPr>
            <w:r w:rsidRPr="00D42A68">
              <w:rPr>
                <w:color w:val="71787D"/>
              </w:rPr>
              <w:t>(Colour: Grey)</w:t>
            </w:r>
          </w:p>
        </w:tc>
      </w:tr>
      <w:tr w:rsidR="00AA7118" w14:paraId="63865A8F" w14:textId="77777777" w:rsidTr="004C1736">
        <w:trPr>
          <w:trHeight w:val="397"/>
        </w:trPr>
        <w:tc>
          <w:tcPr>
            <w:tcW w:w="2235" w:type="dxa"/>
          </w:tcPr>
          <w:p w14:paraId="3E6D1089" w14:textId="79BB6F2B" w:rsidR="00AA7118" w:rsidRPr="00D42A68" w:rsidRDefault="003573A4" w:rsidP="00D42A68">
            <w:pPr>
              <w:pStyle w:val="Table"/>
            </w:pPr>
            <w:r w:rsidRPr="00D42A68">
              <w:t>Introduction</w:t>
            </w:r>
          </w:p>
        </w:tc>
        <w:tc>
          <w:tcPr>
            <w:tcW w:w="5345" w:type="dxa"/>
          </w:tcPr>
          <w:p w14:paraId="22B93EFC" w14:textId="491A9A4E" w:rsidR="00AA7118" w:rsidRDefault="00A37A63" w:rsidP="00D42A68">
            <w:pPr>
              <w:pStyle w:val="Table"/>
            </w:pPr>
            <w:r>
              <w:t>Arial</w:t>
            </w:r>
            <w:r w:rsidR="00AA7118" w:rsidRPr="00C22E48">
              <w:t xml:space="preserve"> / 1</w:t>
            </w:r>
            <w:r w:rsidR="00DB3377">
              <w:t>3</w:t>
            </w:r>
            <w:r w:rsidR="00AA7118" w:rsidRPr="00C22E48">
              <w:t>pt) / Multiple at 1.</w:t>
            </w:r>
            <w:r w:rsidR="00DB3377">
              <w:t>3</w:t>
            </w:r>
            <w:r w:rsidR="00AA7118" w:rsidRPr="00C22E48">
              <w:t xml:space="preserve"> / </w:t>
            </w:r>
            <w:r w:rsidR="00DB3377">
              <w:t>24</w:t>
            </w:r>
            <w:r w:rsidR="00AA7118" w:rsidRPr="00C22E48">
              <w:t xml:space="preserve">pt / </w:t>
            </w:r>
            <w:r w:rsidR="00DB3377">
              <w:t>24</w:t>
            </w:r>
            <w:r w:rsidR="00AA7118" w:rsidRPr="00C22E48">
              <w:t>pt</w:t>
            </w:r>
          </w:p>
          <w:p w14:paraId="79203461" w14:textId="37B20D95" w:rsidR="00D42A68" w:rsidRPr="00D42A68" w:rsidRDefault="00D42A68" w:rsidP="00D42A68">
            <w:pPr>
              <w:pStyle w:val="Table"/>
              <w:rPr>
                <w:color w:val="007FC2"/>
              </w:rPr>
            </w:pPr>
            <w:r w:rsidRPr="00D42A68">
              <w:rPr>
                <w:color w:val="007FC2"/>
              </w:rPr>
              <w:t>(Colour: Blue)</w:t>
            </w:r>
          </w:p>
        </w:tc>
      </w:tr>
      <w:tr w:rsidR="00965017" w:rsidRPr="00D42A68" w14:paraId="25628707" w14:textId="77777777" w:rsidTr="00965017">
        <w:trPr>
          <w:trHeight w:val="397"/>
        </w:trPr>
        <w:tc>
          <w:tcPr>
            <w:tcW w:w="2235" w:type="dxa"/>
          </w:tcPr>
          <w:p w14:paraId="52679D19" w14:textId="6BB6F148" w:rsidR="00965017" w:rsidRPr="00D42A68" w:rsidRDefault="00965017" w:rsidP="0098686E">
            <w:pPr>
              <w:pStyle w:val="Table"/>
            </w:pPr>
            <w:r>
              <w:t xml:space="preserve">Subtle </w:t>
            </w:r>
            <w:r w:rsidR="0098686E">
              <w:t>E</w:t>
            </w:r>
            <w:r>
              <w:t>mphasis</w:t>
            </w:r>
          </w:p>
        </w:tc>
        <w:tc>
          <w:tcPr>
            <w:tcW w:w="5345" w:type="dxa"/>
          </w:tcPr>
          <w:p w14:paraId="6C02B7F3" w14:textId="5F687B51" w:rsidR="00965017" w:rsidRDefault="00965017" w:rsidP="00965017">
            <w:pPr>
              <w:pStyle w:val="Table"/>
            </w:pPr>
            <w:r>
              <w:t>Arial</w:t>
            </w:r>
            <w:r w:rsidRPr="00C22E48">
              <w:t xml:space="preserve"> / 1</w:t>
            </w:r>
            <w:r w:rsidR="0098686E">
              <w:t>1</w:t>
            </w:r>
            <w:r w:rsidRPr="00C22E48">
              <w:t>pt</w:t>
            </w:r>
            <w:r w:rsidR="0098686E">
              <w:t xml:space="preserve"> </w:t>
            </w:r>
            <w:r w:rsidR="0098686E" w:rsidRPr="00C22E48">
              <w:t>(</w:t>
            </w:r>
            <w:r w:rsidR="0098686E">
              <w:t>Italic</w:t>
            </w:r>
            <w:r w:rsidR="0098686E" w:rsidRPr="00C22E48">
              <w:t xml:space="preserve">) </w:t>
            </w:r>
            <w:r w:rsidRPr="00C22E48">
              <w:t>/ Multiple at 1.</w:t>
            </w:r>
            <w:r>
              <w:t>3</w:t>
            </w:r>
            <w:r w:rsidRPr="00C22E48">
              <w:t xml:space="preserve"> / </w:t>
            </w:r>
            <w:r w:rsidR="0098686E">
              <w:t>0</w:t>
            </w:r>
            <w:r w:rsidRPr="00C22E48">
              <w:t xml:space="preserve">pt / </w:t>
            </w:r>
            <w:r w:rsidR="0098686E">
              <w:t>0</w:t>
            </w:r>
            <w:r w:rsidRPr="00C22E48">
              <w:t>pt</w:t>
            </w:r>
          </w:p>
          <w:p w14:paraId="3F57C663" w14:textId="0E4781B4" w:rsidR="00965017" w:rsidRPr="0098686E" w:rsidRDefault="00965017" w:rsidP="0098686E">
            <w:pPr>
              <w:pStyle w:val="Table"/>
              <w:rPr>
                <w:color w:val="7F97AB"/>
              </w:rPr>
            </w:pPr>
            <w:r w:rsidRPr="0098686E">
              <w:rPr>
                <w:color w:val="7F97AB"/>
              </w:rPr>
              <w:t xml:space="preserve">(Colour: </w:t>
            </w:r>
            <w:r w:rsidR="0098686E" w:rsidRPr="0098686E">
              <w:rPr>
                <w:color w:val="7F97AB"/>
              </w:rPr>
              <w:t>Grey</w:t>
            </w:r>
            <w:r w:rsidRPr="0098686E">
              <w:rPr>
                <w:color w:val="7F97AB"/>
              </w:rPr>
              <w:t>)</w:t>
            </w:r>
          </w:p>
        </w:tc>
      </w:tr>
      <w:tr w:rsidR="00965017" w:rsidRPr="00D42A68" w14:paraId="651545B3" w14:textId="77777777" w:rsidTr="00965017">
        <w:trPr>
          <w:trHeight w:val="397"/>
        </w:trPr>
        <w:tc>
          <w:tcPr>
            <w:tcW w:w="2235" w:type="dxa"/>
          </w:tcPr>
          <w:p w14:paraId="4FE2E0D2" w14:textId="16C75CFA" w:rsidR="00965017" w:rsidRPr="00D42A68" w:rsidRDefault="00965017" w:rsidP="00965017">
            <w:pPr>
              <w:pStyle w:val="Table"/>
            </w:pPr>
            <w:r>
              <w:t>Emphasis</w:t>
            </w:r>
          </w:p>
        </w:tc>
        <w:tc>
          <w:tcPr>
            <w:tcW w:w="5345" w:type="dxa"/>
          </w:tcPr>
          <w:p w14:paraId="4DD7CADB" w14:textId="4F9D9D7D" w:rsidR="00965017" w:rsidRDefault="00965017" w:rsidP="00965017">
            <w:pPr>
              <w:pStyle w:val="Table"/>
            </w:pPr>
            <w:r>
              <w:t>Arial</w:t>
            </w:r>
            <w:r w:rsidRPr="00C22E48">
              <w:t xml:space="preserve"> / 1</w:t>
            </w:r>
            <w:r w:rsidR="0098686E">
              <w:t>1</w:t>
            </w:r>
            <w:r w:rsidRPr="00C22E48">
              <w:t>pt</w:t>
            </w:r>
            <w:r w:rsidR="0098686E">
              <w:t xml:space="preserve"> </w:t>
            </w:r>
            <w:r w:rsidR="0098686E" w:rsidRPr="00C22E48">
              <w:t>(</w:t>
            </w:r>
            <w:r w:rsidR="0098686E">
              <w:t>Italic</w:t>
            </w:r>
            <w:r w:rsidR="0098686E" w:rsidRPr="00C22E48">
              <w:t xml:space="preserve">) </w:t>
            </w:r>
            <w:r w:rsidRPr="00C22E48">
              <w:t>/ Multiple at 1.</w:t>
            </w:r>
            <w:r>
              <w:t>3</w:t>
            </w:r>
            <w:r w:rsidRPr="00C22E48">
              <w:t xml:space="preserve"> / </w:t>
            </w:r>
            <w:r w:rsidR="0098686E">
              <w:t>0</w:t>
            </w:r>
            <w:r w:rsidRPr="00C22E48">
              <w:t xml:space="preserve">pt / </w:t>
            </w:r>
            <w:r w:rsidR="0098686E">
              <w:t>0</w:t>
            </w:r>
            <w:r w:rsidRPr="00C22E48">
              <w:t>pt</w:t>
            </w:r>
          </w:p>
          <w:p w14:paraId="6A8E02FB" w14:textId="77777777" w:rsidR="00965017" w:rsidRPr="00D42A68" w:rsidRDefault="00965017" w:rsidP="00965017">
            <w:pPr>
              <w:pStyle w:val="Table"/>
              <w:rPr>
                <w:color w:val="007FC2"/>
              </w:rPr>
            </w:pPr>
            <w:r w:rsidRPr="00D42A68">
              <w:rPr>
                <w:color w:val="007FC2"/>
              </w:rPr>
              <w:t>(Colour: Blue)</w:t>
            </w:r>
          </w:p>
        </w:tc>
      </w:tr>
    </w:tbl>
    <w:p w14:paraId="344CFA64" w14:textId="77777777" w:rsidR="00AA7118" w:rsidRDefault="00AA7118" w:rsidP="00AA7118">
      <w:pPr>
        <w:spacing w:after="120" w:line="240" w:lineRule="auto"/>
        <w:rPr>
          <w:rFonts w:ascii="DIN Condensed Bold" w:hAnsi="DIN Condensed Bold"/>
          <w:sz w:val="16"/>
          <w:szCs w:val="16"/>
        </w:rPr>
      </w:pPr>
    </w:p>
    <w:p w14:paraId="082E8B06" w14:textId="23393870" w:rsidR="00AA7118" w:rsidRDefault="00AA7118" w:rsidP="00FB4429">
      <w:pPr>
        <w:pStyle w:val="Heading3"/>
        <w:ind w:hanging="142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8E66E14" wp14:editId="3A08443E">
                <wp:simplePos x="0" y="0"/>
                <wp:positionH relativeFrom="column">
                  <wp:posOffset>2857500</wp:posOffset>
                </wp:positionH>
                <wp:positionV relativeFrom="paragraph">
                  <wp:posOffset>332740</wp:posOffset>
                </wp:positionV>
                <wp:extent cx="1485900" cy="571500"/>
                <wp:effectExtent l="0" t="0" r="12700" b="1270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solidFill>
                          <a:srgbClr val="71787D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677B4D" w14:textId="482F82A6" w:rsidR="00965017" w:rsidRPr="000F629A" w:rsidRDefault="00965017" w:rsidP="00AA7118">
                            <w:pPr>
                              <w:spacing w:after="0" w:line="240" w:lineRule="auto"/>
                              <w:rPr>
                                <w:color w:val="FFFFFF" w:themeColor="background1"/>
                              </w:rPr>
                            </w:pPr>
                            <w:r w:rsidRPr="000F629A">
                              <w:rPr>
                                <w:color w:val="FFFFFF" w:themeColor="background1"/>
                              </w:rPr>
                              <w:t>GREY</w:t>
                            </w:r>
                          </w:p>
                          <w:p w14:paraId="27F1E448" w14:textId="3A881BEF" w:rsidR="00965017" w:rsidRPr="000F629A" w:rsidRDefault="00965017" w:rsidP="00AA7118">
                            <w:pPr>
                              <w:spacing w:after="0" w:line="240" w:lineRule="auto"/>
                              <w:rPr>
                                <w:color w:val="FFFFFF" w:themeColor="background1"/>
                              </w:rPr>
                            </w:pPr>
                            <w:r w:rsidRPr="000F629A">
                              <w:rPr>
                                <w:color w:val="FFFFFF" w:themeColor="background1"/>
                              </w:rPr>
                              <w:t>R</w:t>
                            </w:r>
                            <w:proofErr w:type="gramStart"/>
                            <w:r w:rsidRPr="000F629A">
                              <w:rPr>
                                <w:color w:val="FFFFFF" w:themeColor="background1"/>
                              </w:rPr>
                              <w:t>:113</w:t>
                            </w:r>
                            <w:proofErr w:type="gramEnd"/>
                            <w:r w:rsidRPr="000F629A">
                              <w:rPr>
                                <w:color w:val="FFFFFF" w:themeColor="background1"/>
                              </w:rPr>
                              <w:t xml:space="preserve"> G:120 B:125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225pt;margin-top:26.2pt;width:117pt;height:4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" fillcolor="#71787d" stroked="f">
                <v:textbox>
                  <w:txbxContent>
                    <w:p w14:paraId="07677B4D" w14:textId="482F82A6" w:rsidR="00965017" w:rsidRPr="000F629A" w:rsidRDefault="00965017" w:rsidP="00AA7118">
                      <w:pPr>
                        <w:spacing w:after="0" w:line="240" w:lineRule="auto"/>
                        <w:rPr>
                          <w:color w:val="FFFFFF" w:themeColor="background1"/>
                        </w:rPr>
                      </w:pPr>
                      <w:r w:rsidRPr="000F629A">
                        <w:rPr>
                          <w:color w:val="FFFFFF" w:themeColor="background1"/>
                        </w:rPr>
                        <w:t>GREY</w:t>
                      </w:r>
                    </w:p>
                    <w:p w14:paraId="27F1E448" w14:textId="3A881BEF" w:rsidR="00965017" w:rsidRPr="000F629A" w:rsidRDefault="00965017" w:rsidP="00AA7118">
                      <w:pPr>
                        <w:spacing w:after="0" w:line="240" w:lineRule="auto"/>
                        <w:rPr>
                          <w:color w:val="FFFFFF" w:themeColor="background1"/>
                        </w:rPr>
                      </w:pPr>
                      <w:r w:rsidRPr="000F629A">
                        <w:rPr>
                          <w:color w:val="FFFFFF" w:themeColor="background1"/>
                        </w:rPr>
                        <w:t>R</w:t>
                      </w:r>
                      <w:proofErr w:type="gramStart"/>
                      <w:r w:rsidRPr="000F629A">
                        <w:rPr>
                          <w:color w:val="FFFFFF" w:themeColor="background1"/>
                        </w:rPr>
                        <w:t>:113</w:t>
                      </w:r>
                      <w:proofErr w:type="gramEnd"/>
                      <w:r w:rsidRPr="000F629A">
                        <w:rPr>
                          <w:color w:val="FFFFFF" w:themeColor="background1"/>
                        </w:rPr>
                        <w:t xml:space="preserve"> G:120 B:125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8A3CB0C" wp14:editId="41C91098">
                <wp:simplePos x="0" y="0"/>
                <wp:positionH relativeFrom="column">
                  <wp:posOffset>1371600</wp:posOffset>
                </wp:positionH>
                <wp:positionV relativeFrom="paragraph">
                  <wp:posOffset>332740</wp:posOffset>
                </wp:positionV>
                <wp:extent cx="1485900" cy="571500"/>
                <wp:effectExtent l="0" t="0" r="12700" b="1270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solidFill>
                          <a:srgbClr val="7F97AB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2A0417" w14:textId="42C35464" w:rsidR="00965017" w:rsidRPr="00D81CDE" w:rsidRDefault="00965017" w:rsidP="00AA7118">
                            <w:pPr>
                              <w:spacing w:after="0" w:line="24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COOL GREY</w:t>
                            </w:r>
                          </w:p>
                          <w:p w14:paraId="7DEB8BBE" w14:textId="6A25A8C9" w:rsidR="00965017" w:rsidRPr="00D81CDE" w:rsidRDefault="00965017" w:rsidP="00AA7118">
                            <w:pPr>
                              <w:spacing w:after="0" w:line="240" w:lineRule="auto"/>
                              <w:rPr>
                                <w:color w:val="FFFFFF" w:themeColor="background1"/>
                              </w:rPr>
                            </w:pPr>
                            <w:r w:rsidRPr="00D81CDE">
                              <w:rPr>
                                <w:color w:val="FFFFFF" w:themeColor="background1"/>
                              </w:rPr>
                              <w:t>R</w:t>
                            </w:r>
                            <w:proofErr w:type="gramStart"/>
                            <w:r w:rsidRPr="00D81CDE">
                              <w:rPr>
                                <w:color w:val="FFFFFF" w:themeColor="background1"/>
                              </w:rPr>
                              <w:t>:1</w:t>
                            </w:r>
                            <w:r>
                              <w:rPr>
                                <w:color w:val="FFFFFF" w:themeColor="background1"/>
                              </w:rPr>
                              <w:t>27</w:t>
                            </w:r>
                            <w:proofErr w:type="gramEnd"/>
                            <w:r w:rsidRPr="00D81CDE">
                              <w:rPr>
                                <w:color w:val="FFFFFF" w:themeColor="background1"/>
                              </w:rPr>
                              <w:t xml:space="preserve"> G:</w:t>
                            </w:r>
                            <w:r>
                              <w:rPr>
                                <w:color w:val="FFFFFF" w:themeColor="background1"/>
                              </w:rPr>
                              <w:t>151</w:t>
                            </w:r>
                            <w:r w:rsidRPr="00D81CDE">
                              <w:rPr>
                                <w:color w:val="FFFFFF" w:themeColor="background1"/>
                              </w:rPr>
                              <w:t xml:space="preserve"> B:</w:t>
                            </w:r>
                            <w:r>
                              <w:rPr>
                                <w:color w:val="FFFFFF" w:themeColor="background1"/>
                              </w:rPr>
                              <w:t>1</w:t>
                            </w:r>
                            <w:r w:rsidRPr="00D81CDE">
                              <w:rPr>
                                <w:color w:val="FFFFFF" w:themeColor="background1"/>
                              </w:rPr>
                              <w:t>7</w:t>
                            </w:r>
                            <w:r>
                              <w:rPr>
                                <w:color w:val="FFFFFF" w:themeColor="background1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7" style="position:absolute;margin-left:108pt;margin-top:26.2pt;width:117pt;height: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" fillcolor="#7f97ab" stroked="f">
                <v:textbox>
                  <w:txbxContent>
                    <w:p w14:paraId="032A0417" w14:textId="42C35464" w:rsidR="00965017" w:rsidRPr="00D81CDE" w:rsidRDefault="00965017" w:rsidP="00AA7118">
                      <w:pPr>
                        <w:spacing w:after="0" w:line="240" w:lineRule="auto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COOL GREY</w:t>
                      </w:r>
                    </w:p>
                    <w:p w14:paraId="7DEB8BBE" w14:textId="6A25A8C9" w:rsidR="00965017" w:rsidRPr="00D81CDE" w:rsidRDefault="00965017" w:rsidP="00AA7118">
                      <w:pPr>
                        <w:spacing w:after="0" w:line="240" w:lineRule="auto"/>
                        <w:rPr>
                          <w:color w:val="FFFFFF" w:themeColor="background1"/>
                        </w:rPr>
                      </w:pPr>
                      <w:r w:rsidRPr="00D81CDE">
                        <w:rPr>
                          <w:color w:val="FFFFFF" w:themeColor="background1"/>
                        </w:rPr>
                        <w:t>R</w:t>
                      </w:r>
                      <w:proofErr w:type="gramStart"/>
                      <w:r w:rsidRPr="00D81CDE">
                        <w:rPr>
                          <w:color w:val="FFFFFF" w:themeColor="background1"/>
                        </w:rPr>
                        <w:t>:1</w:t>
                      </w:r>
                      <w:r>
                        <w:rPr>
                          <w:color w:val="FFFFFF" w:themeColor="background1"/>
                        </w:rPr>
                        <w:t>27</w:t>
                      </w:r>
                      <w:proofErr w:type="gramEnd"/>
                      <w:r w:rsidRPr="00D81CDE">
                        <w:rPr>
                          <w:color w:val="FFFFFF" w:themeColor="background1"/>
                        </w:rPr>
                        <w:t xml:space="preserve"> G:</w:t>
                      </w:r>
                      <w:r>
                        <w:rPr>
                          <w:color w:val="FFFFFF" w:themeColor="background1"/>
                        </w:rPr>
                        <w:t>151</w:t>
                      </w:r>
                      <w:r w:rsidRPr="00D81CDE">
                        <w:rPr>
                          <w:color w:val="FFFFFF" w:themeColor="background1"/>
                        </w:rPr>
                        <w:t xml:space="preserve"> B:</w:t>
                      </w:r>
                      <w:r>
                        <w:rPr>
                          <w:color w:val="FFFFFF" w:themeColor="background1"/>
                        </w:rPr>
                        <w:t>1</w:t>
                      </w:r>
                      <w:r w:rsidRPr="00D81CDE">
                        <w:rPr>
                          <w:color w:val="FFFFFF" w:themeColor="background1"/>
                        </w:rPr>
                        <w:t>7</w:t>
                      </w:r>
                      <w:r>
                        <w:rPr>
                          <w:color w:val="FFFFFF" w:themeColor="background1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t>Co</w:t>
      </w:r>
      <w:r w:rsidRPr="003F26C4">
        <w:t>lours</w:t>
      </w:r>
    </w:p>
    <w:p w14:paraId="72B46E2A" w14:textId="7C1FE127" w:rsidR="0080449F" w:rsidRPr="00965017" w:rsidRDefault="003F26C4" w:rsidP="00FE4D22">
      <w:pPr>
        <w:rPr>
          <w:rStyle w:val="Emphasis"/>
          <w:rFonts w:ascii="DIN Condensed Bold" w:hAnsi="DIN Condensed Bold"/>
          <w:i w:val="0"/>
          <w:color w:val="4C5558"/>
          <w:sz w:val="40"/>
          <w:szCs w:val="4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775" behindDoc="0" locked="0" layoutInCell="1" allowOverlap="1" wp14:anchorId="692B018C" wp14:editId="0B985FF4">
                <wp:simplePos x="0" y="0"/>
                <wp:positionH relativeFrom="column">
                  <wp:posOffset>-113165</wp:posOffset>
                </wp:positionH>
                <wp:positionV relativeFrom="paragraph">
                  <wp:posOffset>123825</wp:posOffset>
                </wp:positionV>
                <wp:extent cx="1485900" cy="571500"/>
                <wp:effectExtent l="0" t="0" r="12700" b="1270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solidFill>
                          <a:srgbClr val="007FC2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31A0BE" w14:textId="77777777" w:rsidR="00965017" w:rsidRPr="00C95384" w:rsidRDefault="00965017" w:rsidP="003F26C4">
                            <w:pPr>
                              <w:spacing w:after="0" w:line="240" w:lineRule="auto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BLUE</w:t>
                            </w:r>
                          </w:p>
                          <w:p w14:paraId="00F08E24" w14:textId="77777777" w:rsidR="00965017" w:rsidRPr="00C95384" w:rsidRDefault="00965017" w:rsidP="003F26C4">
                            <w:pPr>
                              <w:spacing w:after="0" w:line="240" w:lineRule="auto"/>
                              <w:rPr>
                                <w:color w:val="FFFFFF"/>
                              </w:rPr>
                            </w:pPr>
                            <w:r w:rsidRPr="00C95384">
                              <w:rPr>
                                <w:color w:val="FFFFFF"/>
                              </w:rPr>
                              <w:t>R:</w:t>
                            </w:r>
                            <w:r>
                              <w:rPr>
                                <w:color w:val="FFFFFF"/>
                              </w:rPr>
                              <w:t>0 G</w:t>
                            </w:r>
                            <w:proofErr w:type="gramStart"/>
                            <w:r>
                              <w:rPr>
                                <w:color w:val="FFFFFF"/>
                              </w:rPr>
                              <w:t>:127</w:t>
                            </w:r>
                            <w:proofErr w:type="gramEnd"/>
                            <w:r>
                              <w:rPr>
                                <w:color w:val="FFFFFF"/>
                              </w:rPr>
                              <w:t xml:space="preserve"> B:194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8" style="position:absolute;margin-left:-8.85pt;margin-top:9.75pt;width:117pt;height:45pt;z-index:2516597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" fillcolor="#007fc2" stroked="f">
                <v:textbox>
                  <w:txbxContent>
                    <w:p w14:paraId="6E31A0BE" w14:textId="77777777" w:rsidR="00965017" w:rsidRPr="00C95384" w:rsidRDefault="00965017" w:rsidP="003F26C4">
                      <w:pPr>
                        <w:spacing w:after="0" w:line="240" w:lineRule="auto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BLUE</w:t>
                      </w:r>
                    </w:p>
                    <w:p w14:paraId="00F08E24" w14:textId="77777777" w:rsidR="00965017" w:rsidRPr="00C95384" w:rsidRDefault="00965017" w:rsidP="003F26C4">
                      <w:pPr>
                        <w:spacing w:after="0" w:line="240" w:lineRule="auto"/>
                        <w:rPr>
                          <w:color w:val="FFFFFF"/>
                        </w:rPr>
                      </w:pPr>
                      <w:r w:rsidRPr="00C95384">
                        <w:rPr>
                          <w:color w:val="FFFFFF"/>
                        </w:rPr>
                        <w:t>R:</w:t>
                      </w:r>
                      <w:r>
                        <w:rPr>
                          <w:color w:val="FFFFFF"/>
                        </w:rPr>
                        <w:t>0 G</w:t>
                      </w:r>
                      <w:proofErr w:type="gramStart"/>
                      <w:r>
                        <w:rPr>
                          <w:color w:val="FFFFFF"/>
                        </w:rPr>
                        <w:t>:127</w:t>
                      </w:r>
                      <w:proofErr w:type="gramEnd"/>
                      <w:r>
                        <w:rPr>
                          <w:color w:val="FFFFFF"/>
                        </w:rPr>
                        <w:t xml:space="preserve"> B:194</w:t>
                      </w:r>
                    </w:p>
                  </w:txbxContent>
                </v:textbox>
              </v:rect>
            </w:pict>
          </mc:Fallback>
        </mc:AlternateContent>
      </w:r>
    </w:p>
    <w:sectPr w:rsidR="0080449F" w:rsidRPr="00965017" w:rsidSect="00C369C9">
      <w:headerReference w:type="default" r:id="rId9"/>
      <w:headerReference w:type="first" r:id="rId10"/>
      <w:pgSz w:w="11900" w:h="16840"/>
      <w:pgMar w:top="2268" w:right="1247" w:bottom="1701" w:left="1247" w:header="709" w:footer="8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A0543" w14:textId="77777777" w:rsidR="00965017" w:rsidRDefault="00965017" w:rsidP="00FE4D22">
      <w:r>
        <w:separator/>
      </w:r>
    </w:p>
  </w:endnote>
  <w:endnote w:type="continuationSeparator" w:id="0">
    <w:p w14:paraId="39A530DC" w14:textId="77777777" w:rsidR="00965017" w:rsidRDefault="00965017" w:rsidP="00FE4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roxima Nova Lt">
    <w:altName w:val="Proxima Nova Semibold It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Sabon">
    <w:altName w:val="12 Sabon* Roman   05232"/>
    <w:charset w:val="00"/>
    <w:family w:val="auto"/>
    <w:pitch w:val="variable"/>
    <w:sig w:usb0="00000003" w:usb1="00000000" w:usb2="00000000" w:usb3="00000000" w:csb0="00000001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DIN Condensed Bold">
    <w:panose1 w:val="00000500000000000000"/>
    <w:charset w:val="00"/>
    <w:family w:val="auto"/>
    <w:pitch w:val="variable"/>
    <w:sig w:usb0="800000AF" w:usb1="5000204A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797F11" w14:textId="77777777" w:rsidR="00965017" w:rsidRDefault="00965017" w:rsidP="00FE4D22">
      <w:r>
        <w:separator/>
      </w:r>
    </w:p>
  </w:footnote>
  <w:footnote w:type="continuationSeparator" w:id="0">
    <w:p w14:paraId="4B09F565" w14:textId="77777777" w:rsidR="00965017" w:rsidRDefault="00965017" w:rsidP="00FE4D2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D7DD6C" w14:textId="77777777" w:rsidR="00965017" w:rsidRDefault="00965017" w:rsidP="00FE4D22">
    <w:pPr>
      <w:pStyle w:val="Header"/>
    </w:pPr>
    <w:r>
      <w:rPr>
        <w:noProof/>
        <w:lang w:val="en-US"/>
      </w:rPr>
      <w:drawing>
        <wp:anchor distT="0" distB="0" distL="114300" distR="114300" simplePos="0" relativeHeight="251655680" behindDoc="0" locked="0" layoutInCell="1" allowOverlap="1" wp14:anchorId="20B97057" wp14:editId="05176F68">
          <wp:simplePos x="0" y="0"/>
          <wp:positionH relativeFrom="column">
            <wp:posOffset>-457200</wp:posOffset>
          </wp:positionH>
          <wp:positionV relativeFrom="paragraph">
            <wp:posOffset>-153035</wp:posOffset>
          </wp:positionV>
          <wp:extent cx="2139315" cy="381635"/>
          <wp:effectExtent l="0" t="0" r="0" b="0"/>
          <wp:wrapThrough wrapText="bothSides">
            <wp:wrapPolygon edited="0">
              <wp:start x="0" y="0"/>
              <wp:lineTo x="0" y="20126"/>
              <wp:lineTo x="21286" y="20126"/>
              <wp:lineTo x="21286" y="0"/>
              <wp:lineTo x="0" y="0"/>
            </wp:wrapPolygon>
          </wp:wrapThrough>
          <wp:docPr id="6" name="Picture 7" descr="Description: Creative:Clients:United Nations Volunteers:Branding:UNV Brand Toolkit:Word Template:images:UNV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Creative:Clients:United Nations Volunteers:Branding:UNV Brand Toolkit:Word Template:images:UNV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9315" cy="381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184C3A" w14:textId="77777777" w:rsidR="00965017" w:rsidRDefault="00965017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F19AC4A" wp14:editId="46F385F9">
          <wp:simplePos x="0" y="0"/>
          <wp:positionH relativeFrom="column">
            <wp:posOffset>-304800</wp:posOffset>
          </wp:positionH>
          <wp:positionV relativeFrom="paragraph">
            <wp:posOffset>-135890</wp:posOffset>
          </wp:positionV>
          <wp:extent cx="2139315" cy="381635"/>
          <wp:effectExtent l="0" t="0" r="0" b="0"/>
          <wp:wrapThrough wrapText="bothSides">
            <wp:wrapPolygon edited="0">
              <wp:start x="0" y="0"/>
              <wp:lineTo x="0" y="20126"/>
              <wp:lineTo x="21286" y="20126"/>
              <wp:lineTo x="21286" y="0"/>
              <wp:lineTo x="0" y="0"/>
            </wp:wrapPolygon>
          </wp:wrapThrough>
          <wp:docPr id="8" name="Picture 8" descr="Description: Creative:Clients:United Nations Volunteers:Branding:UNV Brand Toolkit:Word Template:images:UNV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Creative:Clients:United Nations Volunteers:Branding:UNV Brand Toolkit:Word Template:images:UNV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9315" cy="381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118"/>
    <w:rsid w:val="000735C9"/>
    <w:rsid w:val="000A11CF"/>
    <w:rsid w:val="000F629A"/>
    <w:rsid w:val="001F05B1"/>
    <w:rsid w:val="00226E81"/>
    <w:rsid w:val="002D6735"/>
    <w:rsid w:val="003573A4"/>
    <w:rsid w:val="003B14F8"/>
    <w:rsid w:val="003F26C4"/>
    <w:rsid w:val="00415665"/>
    <w:rsid w:val="00457F06"/>
    <w:rsid w:val="004C1736"/>
    <w:rsid w:val="00521F03"/>
    <w:rsid w:val="00653AC1"/>
    <w:rsid w:val="006610C0"/>
    <w:rsid w:val="006D7996"/>
    <w:rsid w:val="00792FFC"/>
    <w:rsid w:val="0080449F"/>
    <w:rsid w:val="00877D01"/>
    <w:rsid w:val="00885DF1"/>
    <w:rsid w:val="00955794"/>
    <w:rsid w:val="00965017"/>
    <w:rsid w:val="0098686E"/>
    <w:rsid w:val="00A37A63"/>
    <w:rsid w:val="00A4474E"/>
    <w:rsid w:val="00AA7118"/>
    <w:rsid w:val="00B4017B"/>
    <w:rsid w:val="00B47243"/>
    <w:rsid w:val="00B75F19"/>
    <w:rsid w:val="00B835DB"/>
    <w:rsid w:val="00C03801"/>
    <w:rsid w:val="00C22E48"/>
    <w:rsid w:val="00C369C9"/>
    <w:rsid w:val="00D42A68"/>
    <w:rsid w:val="00DB3377"/>
    <w:rsid w:val="00E11B03"/>
    <w:rsid w:val="00E93DE7"/>
    <w:rsid w:val="00EA4BAD"/>
    <w:rsid w:val="00FB4429"/>
    <w:rsid w:val="00FE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5C208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D22"/>
    <w:pPr>
      <w:spacing w:after="360" w:line="312" w:lineRule="auto"/>
    </w:pPr>
    <w:rPr>
      <w:rFonts w:ascii="Arial" w:hAnsi="Arial"/>
      <w:color w:val="4C5558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rsid w:val="00B47243"/>
    <w:pPr>
      <w:spacing w:after="0" w:line="264" w:lineRule="auto"/>
      <w:outlineLvl w:val="0"/>
    </w:pPr>
    <w:rPr>
      <w:b/>
      <w:bCs/>
      <w:color w:val="007FC2"/>
      <w:spacing w:val="20"/>
      <w:sz w:val="64"/>
      <w:szCs w:val="64"/>
    </w:rPr>
  </w:style>
  <w:style w:type="paragraph" w:styleId="Heading2">
    <w:name w:val="heading 2"/>
    <w:basedOn w:val="Introduction"/>
    <w:next w:val="Normal"/>
    <w:link w:val="Heading2Char"/>
    <w:uiPriority w:val="9"/>
    <w:unhideWhenUsed/>
    <w:rsid w:val="000735C9"/>
    <w:pPr>
      <w:spacing w:before="0" w:after="240" w:line="264" w:lineRule="auto"/>
      <w:outlineLvl w:val="1"/>
    </w:pPr>
    <w:rPr>
      <w:b/>
      <w:color w:val="71787D"/>
      <w:sz w:val="44"/>
      <w:szCs w:val="4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F26C4"/>
    <w:pPr>
      <w:spacing w:after="0"/>
      <w:outlineLvl w:val="2"/>
    </w:pPr>
    <w:rPr>
      <w:b/>
      <w:color w:val="007FC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735C9"/>
    <w:pPr>
      <w:spacing w:after="0"/>
      <w:outlineLvl w:val="3"/>
    </w:pPr>
    <w:rPr>
      <w:b/>
      <w:color w:val="71787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3DE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E93DE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93DE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93DE7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3D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93DE7"/>
    <w:rPr>
      <w:rFonts w:ascii="Lucida Grande" w:hAnsi="Lucida Grande" w:cs="Lucida Grande"/>
      <w:sz w:val="18"/>
      <w:szCs w:val="18"/>
      <w:lang w:val="en-GB"/>
    </w:rPr>
  </w:style>
  <w:style w:type="paragraph" w:styleId="NoSpacing">
    <w:name w:val="No Spacing"/>
    <w:uiPriority w:val="1"/>
    <w:rsid w:val="00E93DE7"/>
    <w:pPr>
      <w:ind w:left="-567" w:right="-624"/>
    </w:pPr>
    <w:rPr>
      <w:rFonts w:ascii="Arial" w:hAnsi="Arial"/>
      <w:color w:val="4C5558"/>
      <w:sz w:val="26"/>
      <w:szCs w:val="26"/>
    </w:rPr>
  </w:style>
  <w:style w:type="paragraph" w:customStyle="1" w:styleId="Introduction">
    <w:name w:val="Introduction"/>
    <w:basedOn w:val="Normal"/>
    <w:qFormat/>
    <w:rsid w:val="00226E81"/>
    <w:pPr>
      <w:spacing w:before="480" w:after="480"/>
    </w:pPr>
    <w:rPr>
      <w:color w:val="0066A6"/>
      <w:sz w:val="26"/>
      <w:szCs w:val="26"/>
    </w:rPr>
  </w:style>
  <w:style w:type="character" w:customStyle="1" w:styleId="Heading1Char">
    <w:name w:val="Heading 1 Char"/>
    <w:link w:val="Heading1"/>
    <w:uiPriority w:val="9"/>
    <w:rsid w:val="00B47243"/>
    <w:rPr>
      <w:rFonts w:ascii="Arial" w:hAnsi="Arial"/>
      <w:b/>
      <w:bCs/>
      <w:color w:val="007FC2"/>
      <w:spacing w:val="20"/>
      <w:sz w:val="64"/>
      <w:szCs w:val="64"/>
      <w:lang w:val="en-GB"/>
    </w:rPr>
  </w:style>
  <w:style w:type="character" w:customStyle="1" w:styleId="Heading2Char">
    <w:name w:val="Heading 2 Char"/>
    <w:link w:val="Heading2"/>
    <w:uiPriority w:val="9"/>
    <w:rsid w:val="000735C9"/>
    <w:rPr>
      <w:rFonts w:ascii="Arial" w:hAnsi="Arial"/>
      <w:b/>
      <w:color w:val="71787D"/>
      <w:sz w:val="44"/>
      <w:szCs w:val="44"/>
    </w:rPr>
  </w:style>
  <w:style w:type="character" w:styleId="Emphasis">
    <w:name w:val="Emphasis"/>
    <w:uiPriority w:val="20"/>
    <w:rsid w:val="00457F06"/>
    <w:rPr>
      <w:i/>
      <w:color w:val="007FC2"/>
    </w:rPr>
  </w:style>
  <w:style w:type="character" w:customStyle="1" w:styleId="Heading3Char">
    <w:name w:val="Heading 3 Char"/>
    <w:link w:val="Heading3"/>
    <w:uiPriority w:val="9"/>
    <w:rsid w:val="003F26C4"/>
    <w:rPr>
      <w:rFonts w:ascii="Arial" w:hAnsi="Arial"/>
      <w:b/>
      <w:color w:val="007FC2"/>
      <w:sz w:val="22"/>
      <w:szCs w:val="22"/>
    </w:rPr>
  </w:style>
  <w:style w:type="character" w:styleId="SubtleEmphasis">
    <w:name w:val="Subtle Emphasis"/>
    <w:uiPriority w:val="19"/>
    <w:rsid w:val="00457F06"/>
    <w:rPr>
      <w:i/>
    </w:rPr>
  </w:style>
  <w:style w:type="character" w:customStyle="1" w:styleId="Heading4Char">
    <w:name w:val="Heading 4 Char"/>
    <w:link w:val="Heading4"/>
    <w:uiPriority w:val="9"/>
    <w:rsid w:val="000735C9"/>
    <w:rPr>
      <w:rFonts w:ascii="Arial" w:hAnsi="Arial"/>
      <w:b/>
      <w:color w:val="71787D"/>
      <w:sz w:val="22"/>
      <w:szCs w:val="22"/>
    </w:rPr>
  </w:style>
  <w:style w:type="paragraph" w:styleId="Title">
    <w:name w:val="Title"/>
    <w:basedOn w:val="Heading1"/>
    <w:next w:val="Normal"/>
    <w:link w:val="TitleChar"/>
    <w:uiPriority w:val="10"/>
    <w:rsid w:val="00FE4D22"/>
    <w:pPr>
      <w:spacing w:line="228" w:lineRule="auto"/>
    </w:pPr>
    <w:rPr>
      <w:sz w:val="96"/>
      <w:szCs w:val="96"/>
    </w:rPr>
  </w:style>
  <w:style w:type="character" w:customStyle="1" w:styleId="TitleChar">
    <w:name w:val="Title Char"/>
    <w:link w:val="Title"/>
    <w:uiPriority w:val="10"/>
    <w:rsid w:val="00FE4D22"/>
    <w:rPr>
      <w:rFonts w:ascii="Arial" w:hAnsi="Arial"/>
      <w:b/>
      <w:bCs/>
      <w:color w:val="007FC2"/>
      <w:spacing w:val="20"/>
      <w:sz w:val="96"/>
      <w:szCs w:val="96"/>
      <w:lang w:val="en-GB"/>
    </w:rPr>
  </w:style>
  <w:style w:type="paragraph" w:customStyle="1" w:styleId="Titledescription">
    <w:name w:val="Title description"/>
    <w:basedOn w:val="Heading2"/>
    <w:qFormat/>
    <w:rsid w:val="000A11CF"/>
    <w:pPr>
      <w:spacing w:before="240"/>
    </w:pPr>
    <w:rPr>
      <w:b w:val="0"/>
      <w:color w:val="7F97AB"/>
    </w:rPr>
  </w:style>
  <w:style w:type="paragraph" w:customStyle="1" w:styleId="Default">
    <w:name w:val="Default"/>
    <w:rsid w:val="00B835DB"/>
    <w:pPr>
      <w:widowControl w:val="0"/>
      <w:autoSpaceDE w:val="0"/>
      <w:autoSpaceDN w:val="0"/>
      <w:adjustRightInd w:val="0"/>
    </w:pPr>
    <w:rPr>
      <w:rFonts w:ascii="Proxima Nova Lt" w:hAnsi="Proxima Nova Lt" w:cs="Proxima Nova Lt"/>
      <w:color w:val="000000"/>
      <w:sz w:val="24"/>
      <w:szCs w:val="24"/>
      <w:lang w:val="en-US"/>
    </w:rPr>
  </w:style>
  <w:style w:type="paragraph" w:customStyle="1" w:styleId="Pa0">
    <w:name w:val="Pa0"/>
    <w:basedOn w:val="Default"/>
    <w:next w:val="Default"/>
    <w:uiPriority w:val="99"/>
    <w:rsid w:val="00B835D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B835DB"/>
    <w:rPr>
      <w:rFonts w:cs="Proxima Nova Lt"/>
      <w:color w:val="0085CB"/>
      <w:sz w:val="14"/>
      <w:szCs w:val="14"/>
    </w:rPr>
  </w:style>
  <w:style w:type="table" w:customStyle="1" w:styleId="RT">
    <w:name w:val="RT"/>
    <w:basedOn w:val="TableNormal"/>
    <w:uiPriority w:val="99"/>
    <w:rsid w:val="00AA7118"/>
    <w:rPr>
      <w:rFonts w:ascii="Sabon" w:eastAsia="ＭＳ Ｐゴシック" w:hAnsi="Sabon"/>
      <w:sz w:val="22"/>
    </w:rPr>
    <w:tblPr>
      <w:tblInd w:w="0" w:type="dxa"/>
      <w:tblBorders>
        <w:insideH w:val="single" w:sz="18" w:space="0" w:color="FFFFFF" w:themeColor="background1"/>
        <w:insideV w:val="single" w:sz="18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 w:themeFill="background1" w:themeFillShade="F2"/>
    </w:tcPr>
    <w:tblStylePr w:type="firstRow">
      <w:rPr>
        <w:rFonts w:ascii="DIN Condensed Bold" w:hAnsi="DIN Condensed Bold"/>
        <w:sz w:val="2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2F3239"/>
      </w:tcPr>
    </w:tblStylePr>
  </w:style>
  <w:style w:type="paragraph" w:customStyle="1" w:styleId="Table">
    <w:name w:val="Table"/>
    <w:basedOn w:val="Normal"/>
    <w:autoRedefine/>
    <w:qFormat/>
    <w:rsid w:val="00D42A68"/>
    <w:pPr>
      <w:suppressAutoHyphens/>
      <w:spacing w:before="120" w:after="120" w:line="240" w:lineRule="auto"/>
    </w:pPr>
    <w:rPr>
      <w:rFonts w:eastAsia="ＭＳ Ｐゴシック" w:cs="Arial"/>
      <w:color w:val="auto"/>
      <w:sz w:val="20"/>
      <w:szCs w:val="4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D22"/>
    <w:pPr>
      <w:spacing w:after="360" w:line="312" w:lineRule="auto"/>
    </w:pPr>
    <w:rPr>
      <w:rFonts w:ascii="Arial" w:hAnsi="Arial"/>
      <w:color w:val="4C5558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rsid w:val="00B47243"/>
    <w:pPr>
      <w:spacing w:after="0" w:line="264" w:lineRule="auto"/>
      <w:outlineLvl w:val="0"/>
    </w:pPr>
    <w:rPr>
      <w:b/>
      <w:bCs/>
      <w:color w:val="007FC2"/>
      <w:spacing w:val="20"/>
      <w:sz w:val="64"/>
      <w:szCs w:val="64"/>
    </w:rPr>
  </w:style>
  <w:style w:type="paragraph" w:styleId="Heading2">
    <w:name w:val="heading 2"/>
    <w:basedOn w:val="Introduction"/>
    <w:next w:val="Normal"/>
    <w:link w:val="Heading2Char"/>
    <w:uiPriority w:val="9"/>
    <w:unhideWhenUsed/>
    <w:rsid w:val="000735C9"/>
    <w:pPr>
      <w:spacing w:before="0" w:after="240" w:line="264" w:lineRule="auto"/>
      <w:outlineLvl w:val="1"/>
    </w:pPr>
    <w:rPr>
      <w:b/>
      <w:color w:val="71787D"/>
      <w:sz w:val="44"/>
      <w:szCs w:val="4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F26C4"/>
    <w:pPr>
      <w:spacing w:after="0"/>
      <w:outlineLvl w:val="2"/>
    </w:pPr>
    <w:rPr>
      <w:b/>
      <w:color w:val="007FC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735C9"/>
    <w:pPr>
      <w:spacing w:after="0"/>
      <w:outlineLvl w:val="3"/>
    </w:pPr>
    <w:rPr>
      <w:b/>
      <w:color w:val="71787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3DE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E93DE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93DE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93DE7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3D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93DE7"/>
    <w:rPr>
      <w:rFonts w:ascii="Lucida Grande" w:hAnsi="Lucida Grande" w:cs="Lucida Grande"/>
      <w:sz w:val="18"/>
      <w:szCs w:val="18"/>
      <w:lang w:val="en-GB"/>
    </w:rPr>
  </w:style>
  <w:style w:type="paragraph" w:styleId="NoSpacing">
    <w:name w:val="No Spacing"/>
    <w:uiPriority w:val="1"/>
    <w:rsid w:val="00E93DE7"/>
    <w:pPr>
      <w:ind w:left="-567" w:right="-624"/>
    </w:pPr>
    <w:rPr>
      <w:rFonts w:ascii="Arial" w:hAnsi="Arial"/>
      <w:color w:val="4C5558"/>
      <w:sz w:val="26"/>
      <w:szCs w:val="26"/>
    </w:rPr>
  </w:style>
  <w:style w:type="paragraph" w:customStyle="1" w:styleId="Introduction">
    <w:name w:val="Introduction"/>
    <w:basedOn w:val="Normal"/>
    <w:qFormat/>
    <w:rsid w:val="00226E81"/>
    <w:pPr>
      <w:spacing w:before="480" w:after="480"/>
    </w:pPr>
    <w:rPr>
      <w:color w:val="0066A6"/>
      <w:sz w:val="26"/>
      <w:szCs w:val="26"/>
    </w:rPr>
  </w:style>
  <w:style w:type="character" w:customStyle="1" w:styleId="Heading1Char">
    <w:name w:val="Heading 1 Char"/>
    <w:link w:val="Heading1"/>
    <w:uiPriority w:val="9"/>
    <w:rsid w:val="00B47243"/>
    <w:rPr>
      <w:rFonts w:ascii="Arial" w:hAnsi="Arial"/>
      <w:b/>
      <w:bCs/>
      <w:color w:val="007FC2"/>
      <w:spacing w:val="20"/>
      <w:sz w:val="64"/>
      <w:szCs w:val="64"/>
      <w:lang w:val="en-GB"/>
    </w:rPr>
  </w:style>
  <w:style w:type="character" w:customStyle="1" w:styleId="Heading2Char">
    <w:name w:val="Heading 2 Char"/>
    <w:link w:val="Heading2"/>
    <w:uiPriority w:val="9"/>
    <w:rsid w:val="000735C9"/>
    <w:rPr>
      <w:rFonts w:ascii="Arial" w:hAnsi="Arial"/>
      <w:b/>
      <w:color w:val="71787D"/>
      <w:sz w:val="44"/>
      <w:szCs w:val="44"/>
    </w:rPr>
  </w:style>
  <w:style w:type="character" w:styleId="Emphasis">
    <w:name w:val="Emphasis"/>
    <w:uiPriority w:val="20"/>
    <w:rsid w:val="00457F06"/>
    <w:rPr>
      <w:i/>
      <w:color w:val="007FC2"/>
    </w:rPr>
  </w:style>
  <w:style w:type="character" w:customStyle="1" w:styleId="Heading3Char">
    <w:name w:val="Heading 3 Char"/>
    <w:link w:val="Heading3"/>
    <w:uiPriority w:val="9"/>
    <w:rsid w:val="003F26C4"/>
    <w:rPr>
      <w:rFonts w:ascii="Arial" w:hAnsi="Arial"/>
      <w:b/>
      <w:color w:val="007FC2"/>
      <w:sz w:val="22"/>
      <w:szCs w:val="22"/>
    </w:rPr>
  </w:style>
  <w:style w:type="character" w:styleId="SubtleEmphasis">
    <w:name w:val="Subtle Emphasis"/>
    <w:uiPriority w:val="19"/>
    <w:rsid w:val="00457F06"/>
    <w:rPr>
      <w:i/>
    </w:rPr>
  </w:style>
  <w:style w:type="character" w:customStyle="1" w:styleId="Heading4Char">
    <w:name w:val="Heading 4 Char"/>
    <w:link w:val="Heading4"/>
    <w:uiPriority w:val="9"/>
    <w:rsid w:val="000735C9"/>
    <w:rPr>
      <w:rFonts w:ascii="Arial" w:hAnsi="Arial"/>
      <w:b/>
      <w:color w:val="71787D"/>
      <w:sz w:val="22"/>
      <w:szCs w:val="22"/>
    </w:rPr>
  </w:style>
  <w:style w:type="paragraph" w:styleId="Title">
    <w:name w:val="Title"/>
    <w:basedOn w:val="Heading1"/>
    <w:next w:val="Normal"/>
    <w:link w:val="TitleChar"/>
    <w:uiPriority w:val="10"/>
    <w:rsid w:val="00FE4D22"/>
    <w:pPr>
      <w:spacing w:line="228" w:lineRule="auto"/>
    </w:pPr>
    <w:rPr>
      <w:sz w:val="96"/>
      <w:szCs w:val="96"/>
    </w:rPr>
  </w:style>
  <w:style w:type="character" w:customStyle="1" w:styleId="TitleChar">
    <w:name w:val="Title Char"/>
    <w:link w:val="Title"/>
    <w:uiPriority w:val="10"/>
    <w:rsid w:val="00FE4D22"/>
    <w:rPr>
      <w:rFonts w:ascii="Arial" w:hAnsi="Arial"/>
      <w:b/>
      <w:bCs/>
      <w:color w:val="007FC2"/>
      <w:spacing w:val="20"/>
      <w:sz w:val="96"/>
      <w:szCs w:val="96"/>
      <w:lang w:val="en-GB"/>
    </w:rPr>
  </w:style>
  <w:style w:type="paragraph" w:customStyle="1" w:styleId="Titledescription">
    <w:name w:val="Title description"/>
    <w:basedOn w:val="Heading2"/>
    <w:qFormat/>
    <w:rsid w:val="000A11CF"/>
    <w:pPr>
      <w:spacing w:before="240"/>
    </w:pPr>
    <w:rPr>
      <w:b w:val="0"/>
      <w:color w:val="7F97AB"/>
    </w:rPr>
  </w:style>
  <w:style w:type="paragraph" w:customStyle="1" w:styleId="Default">
    <w:name w:val="Default"/>
    <w:rsid w:val="00B835DB"/>
    <w:pPr>
      <w:widowControl w:val="0"/>
      <w:autoSpaceDE w:val="0"/>
      <w:autoSpaceDN w:val="0"/>
      <w:adjustRightInd w:val="0"/>
    </w:pPr>
    <w:rPr>
      <w:rFonts w:ascii="Proxima Nova Lt" w:hAnsi="Proxima Nova Lt" w:cs="Proxima Nova Lt"/>
      <w:color w:val="000000"/>
      <w:sz w:val="24"/>
      <w:szCs w:val="24"/>
      <w:lang w:val="en-US"/>
    </w:rPr>
  </w:style>
  <w:style w:type="paragraph" w:customStyle="1" w:styleId="Pa0">
    <w:name w:val="Pa0"/>
    <w:basedOn w:val="Default"/>
    <w:next w:val="Default"/>
    <w:uiPriority w:val="99"/>
    <w:rsid w:val="00B835D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B835DB"/>
    <w:rPr>
      <w:rFonts w:cs="Proxima Nova Lt"/>
      <w:color w:val="0085CB"/>
      <w:sz w:val="14"/>
      <w:szCs w:val="14"/>
    </w:rPr>
  </w:style>
  <w:style w:type="table" w:customStyle="1" w:styleId="RT">
    <w:name w:val="RT"/>
    <w:basedOn w:val="TableNormal"/>
    <w:uiPriority w:val="99"/>
    <w:rsid w:val="00AA7118"/>
    <w:rPr>
      <w:rFonts w:ascii="Sabon" w:eastAsia="ＭＳ Ｐゴシック" w:hAnsi="Sabon"/>
      <w:sz w:val="22"/>
    </w:rPr>
    <w:tblPr>
      <w:tblInd w:w="0" w:type="dxa"/>
      <w:tblBorders>
        <w:insideH w:val="single" w:sz="18" w:space="0" w:color="FFFFFF" w:themeColor="background1"/>
        <w:insideV w:val="single" w:sz="18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 w:themeFill="background1" w:themeFillShade="F2"/>
    </w:tcPr>
    <w:tblStylePr w:type="firstRow">
      <w:rPr>
        <w:rFonts w:ascii="DIN Condensed Bold" w:hAnsi="DIN Condensed Bold"/>
        <w:sz w:val="2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2F3239"/>
      </w:tcPr>
    </w:tblStylePr>
  </w:style>
  <w:style w:type="paragraph" w:customStyle="1" w:styleId="Table">
    <w:name w:val="Table"/>
    <w:basedOn w:val="Normal"/>
    <w:autoRedefine/>
    <w:qFormat/>
    <w:rsid w:val="00D42A68"/>
    <w:pPr>
      <w:suppressAutoHyphens/>
      <w:spacing w:before="120" w:after="120" w:line="240" w:lineRule="auto"/>
    </w:pPr>
    <w:rPr>
      <w:rFonts w:eastAsia="ＭＳ Ｐゴシック" w:cs="Arial"/>
      <w:color w:val="auto"/>
      <w:sz w:val="2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Creative:Clients:United%20Nations%20Volunteers:Branding:UNV%20Brand%20Toolkit:Word%20Template:UNV-Word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85FC28-EDD0-1448-B892-F149A119F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UNV-Word-Template.dotx</Template>
  <TotalTime>39</TotalTime>
  <Pages>2</Pages>
  <Words>280</Words>
  <Characters>1601</Characters>
  <Application>Microsoft Macintosh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/>
      <vt:lpstr/>
      <vt:lpstr>MAIN HEADING OVER TWO LINES</vt:lpstr>
      <vt:lpstr>    Intro heading over one line</vt:lpstr>
      <vt:lpstr>MAIN HEADING</vt:lpstr>
      <vt:lpstr>    SUB HEADING</vt:lpstr>
      <vt:lpstr>        Third heading</vt:lpstr>
    </vt:vector>
  </TitlesOfParts>
  <Company>RT Brand Communications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</cp:revision>
  <cp:lastPrinted>2015-08-26T12:01:00Z</cp:lastPrinted>
  <dcterms:created xsi:type="dcterms:W3CDTF">2016-01-07T09:01:00Z</dcterms:created>
  <dcterms:modified xsi:type="dcterms:W3CDTF">2016-01-07T10:49:00Z</dcterms:modified>
</cp:coreProperties>
</file>